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AE8BD72" w14:textId="16C4B52E" w:rsidR="00170316" w:rsidRDefault="00170316" w:rsidP="00170316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t>OFERTA</w:t>
      </w:r>
      <w:r w:rsidR="00293985" w:rsidRPr="00C02051">
        <w:rPr>
          <w:rFonts w:ascii="Arial" w:hAnsi="Arial" w:cs="Arial"/>
          <w:b/>
          <w:color w:val="000000"/>
          <w:sz w:val="20"/>
          <w:szCs w:val="20"/>
        </w:rPr>
        <w:t xml:space="preserve">  - </w:t>
      </w:r>
      <w:r w:rsidR="00CC180E" w:rsidRPr="00C02051">
        <w:rPr>
          <w:rFonts w:ascii="Arial" w:hAnsi="Arial" w:cs="Arial"/>
          <w:b/>
          <w:color w:val="000000"/>
          <w:sz w:val="20"/>
          <w:szCs w:val="20"/>
        </w:rPr>
        <w:t xml:space="preserve">nr sprawy </w:t>
      </w:r>
      <w:r w:rsidR="00DC43B8" w:rsidRPr="00DC43B8">
        <w:rPr>
          <w:rFonts w:ascii="Arial" w:hAnsi="Arial" w:cs="Arial"/>
          <w:b/>
          <w:sz w:val="20"/>
          <w:szCs w:val="20"/>
        </w:rPr>
        <w:t>PIM/05/25/ZO20/2024-384</w:t>
      </w:r>
    </w:p>
    <w:p w14:paraId="7E59E0E3" w14:textId="77777777" w:rsidR="001A2AE0" w:rsidRPr="00C02051" w:rsidRDefault="001A2AE0" w:rsidP="00170316">
      <w:pPr>
        <w:spacing w:line="36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7DB8B7F2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3275B0BB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</w:p>
    <w:p w14:paraId="6809CC79" w14:textId="77777777" w:rsidR="00170316" w:rsidRPr="00C02051" w:rsidRDefault="00170316" w:rsidP="0005528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31" w:color="000000"/>
        </w:pBdr>
        <w:tabs>
          <w:tab w:val="left" w:pos="3119"/>
          <w:tab w:val="left" w:pos="14040"/>
        </w:tabs>
        <w:ind w:left="1276" w:right="6237" w:hanging="1456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Pieczęć firmowa wykonawcy</w:t>
      </w:r>
    </w:p>
    <w:p w14:paraId="5AF6364A" w14:textId="77777777" w:rsidR="003539A3" w:rsidRPr="00C02051" w:rsidRDefault="003539A3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328DAA26" w14:textId="77777777" w:rsidR="00170316" w:rsidRPr="00C02051" w:rsidRDefault="00170316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oznańskie </w:t>
      </w:r>
      <w:r w:rsidRPr="00C02051">
        <w:rPr>
          <w:rFonts w:ascii="Arial" w:hAnsi="Arial" w:cs="Arial"/>
          <w:b/>
          <w:sz w:val="20"/>
          <w:szCs w:val="20"/>
        </w:rPr>
        <w:t>I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nwestycje </w:t>
      </w:r>
      <w:r w:rsidRPr="00C02051">
        <w:rPr>
          <w:rFonts w:ascii="Arial" w:hAnsi="Arial" w:cs="Arial"/>
          <w:b/>
          <w:sz w:val="20"/>
          <w:szCs w:val="20"/>
        </w:rPr>
        <w:t>M</w:t>
      </w:r>
      <w:r w:rsidR="0005528C" w:rsidRPr="00C02051">
        <w:rPr>
          <w:rFonts w:ascii="Arial" w:hAnsi="Arial" w:cs="Arial"/>
          <w:b/>
          <w:sz w:val="20"/>
          <w:szCs w:val="20"/>
        </w:rPr>
        <w:t>iejskie</w:t>
      </w:r>
    </w:p>
    <w:p w14:paraId="7FC5318B" w14:textId="77777777" w:rsidR="00170316" w:rsidRPr="00C02051" w:rsidRDefault="0025044B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sz w:val="20"/>
          <w:szCs w:val="20"/>
        </w:rPr>
        <w:t>p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l. </w:t>
      </w:r>
      <w:r w:rsidRPr="00C02051">
        <w:rPr>
          <w:rFonts w:ascii="Arial" w:hAnsi="Arial" w:cs="Arial"/>
          <w:b/>
          <w:sz w:val="20"/>
          <w:szCs w:val="20"/>
        </w:rPr>
        <w:t>Wiosny Ludów 2</w:t>
      </w:r>
      <w:r w:rsidR="0005528C" w:rsidRPr="00C02051">
        <w:rPr>
          <w:rFonts w:ascii="Arial" w:hAnsi="Arial" w:cs="Arial"/>
          <w:b/>
          <w:sz w:val="20"/>
          <w:szCs w:val="20"/>
        </w:rPr>
        <w:t xml:space="preserve">, </w:t>
      </w:r>
      <w:r w:rsidRPr="00C02051">
        <w:rPr>
          <w:rFonts w:ascii="Arial" w:hAnsi="Arial" w:cs="Arial"/>
          <w:b/>
          <w:sz w:val="20"/>
          <w:szCs w:val="20"/>
        </w:rPr>
        <w:t xml:space="preserve">61-831 </w:t>
      </w:r>
      <w:r w:rsidR="0005528C" w:rsidRPr="00C02051">
        <w:rPr>
          <w:rFonts w:ascii="Arial" w:hAnsi="Arial" w:cs="Arial"/>
          <w:b/>
          <w:sz w:val="20"/>
          <w:szCs w:val="20"/>
        </w:rPr>
        <w:t>Poznań</w:t>
      </w:r>
    </w:p>
    <w:p w14:paraId="4B0A951C" w14:textId="77777777" w:rsidR="00004B7A" w:rsidRPr="00C02051" w:rsidRDefault="00004B7A" w:rsidP="00170316">
      <w:pPr>
        <w:spacing w:after="0" w:line="240" w:lineRule="auto"/>
        <w:ind w:firstLine="5387"/>
        <w:rPr>
          <w:rFonts w:ascii="Arial" w:hAnsi="Arial" w:cs="Arial"/>
          <w:b/>
          <w:sz w:val="20"/>
          <w:szCs w:val="20"/>
        </w:rPr>
      </w:pPr>
    </w:p>
    <w:p w14:paraId="265ED373" w14:textId="77777777" w:rsidR="001A2AE0" w:rsidRDefault="001A2AE0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B5C6BB7" w14:textId="77777777" w:rsidR="001A2AE0" w:rsidRDefault="001A2AE0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0073780" w14:textId="1EE2BC3E" w:rsidR="00293985" w:rsidRPr="001A2AE0" w:rsidRDefault="00293985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Ja / My, niżej podpisany / -i,</w:t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5FE90BA8" w14:textId="5921D984" w:rsidR="00170316" w:rsidRPr="001A2AE0" w:rsidRDefault="00170316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Działając w imieniu i na rzecz (nazwa, adres, tel., adres e-mail</w:t>
      </w:r>
      <w:r w:rsidR="00C02051" w:rsidRPr="001A2AE0">
        <w:rPr>
          <w:rFonts w:ascii="Arial" w:hAnsi="Arial" w:cs="Arial"/>
          <w:color w:val="000000"/>
          <w:sz w:val="20"/>
          <w:szCs w:val="20"/>
        </w:rPr>
        <w:t xml:space="preserve"> (wymagany)</w:t>
      </w:r>
      <w:r w:rsidRPr="001A2AE0">
        <w:rPr>
          <w:rFonts w:ascii="Arial" w:hAnsi="Arial" w:cs="Arial"/>
          <w:color w:val="000000"/>
          <w:sz w:val="20"/>
          <w:szCs w:val="20"/>
        </w:rPr>
        <w:t>)</w:t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0A710413" w14:textId="77777777" w:rsidR="00170316" w:rsidRPr="001A2AE0" w:rsidRDefault="00170316" w:rsidP="00293985">
      <w:pPr>
        <w:tabs>
          <w:tab w:val="left" w:leader="dot" w:pos="9072"/>
        </w:tabs>
        <w:spacing w:before="120" w:after="0"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ab/>
      </w:r>
      <w:r w:rsidRPr="001A2AE0">
        <w:rPr>
          <w:rFonts w:ascii="Arial" w:hAnsi="Arial" w:cs="Arial"/>
          <w:color w:val="000000"/>
          <w:sz w:val="20"/>
          <w:szCs w:val="20"/>
        </w:rPr>
        <w:tab/>
      </w:r>
    </w:p>
    <w:p w14:paraId="2CB610CA" w14:textId="30F75CFA" w:rsidR="00170316" w:rsidRPr="001A2AE0" w:rsidRDefault="00004726" w:rsidP="00293985">
      <w:pPr>
        <w:spacing w:before="120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W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 odpowiedzi na przekazane Zapytanie Ofertowe </w:t>
      </w:r>
      <w:r w:rsidR="009842FF" w:rsidRPr="001A2AE0">
        <w:rPr>
          <w:rFonts w:ascii="Arial" w:hAnsi="Arial" w:cs="Arial"/>
          <w:color w:val="000000"/>
          <w:sz w:val="20"/>
          <w:szCs w:val="20"/>
        </w:rPr>
        <w:t>pn.</w:t>
      </w:r>
      <w:r w:rsidR="00170316" w:rsidRPr="001A2AE0">
        <w:rPr>
          <w:rFonts w:ascii="Arial" w:hAnsi="Arial" w:cs="Arial"/>
          <w:bCs/>
          <w:color w:val="000000"/>
          <w:sz w:val="20"/>
          <w:szCs w:val="20"/>
        </w:rPr>
        <w:t>: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A2AE0" w:rsidRPr="001A2AE0">
        <w:rPr>
          <w:rFonts w:ascii="Arial" w:hAnsi="Arial" w:cs="Arial"/>
          <w:b/>
          <w:sz w:val="20"/>
          <w:szCs w:val="20"/>
        </w:rPr>
        <w:t xml:space="preserve">„Opracowanie dokumentacji projektowej dla Modernizacji Pomnika Armii Poznań wraz z otoczeniem”, nr referencyjny </w:t>
      </w:r>
      <w:r w:rsidR="00DC43B8" w:rsidRPr="00DC43B8">
        <w:rPr>
          <w:rFonts w:ascii="Arial" w:hAnsi="Arial" w:cs="Arial"/>
          <w:b/>
          <w:sz w:val="20"/>
          <w:szCs w:val="20"/>
        </w:rPr>
        <w:t>PIM/05/25/ZO20/2024-384</w:t>
      </w:r>
      <w:r w:rsidR="00FE3BF7" w:rsidRPr="001A2AE0">
        <w:rPr>
          <w:rFonts w:ascii="Arial" w:hAnsi="Arial" w:cs="Arial"/>
          <w:b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składamy niniejszą ofertę:</w:t>
      </w:r>
    </w:p>
    <w:p w14:paraId="5FAEDE96" w14:textId="77777777" w:rsidR="00D271DD" w:rsidRPr="001A2AE0" w:rsidRDefault="00B1424A" w:rsidP="00690A02">
      <w:pPr>
        <w:tabs>
          <w:tab w:val="left" w:leader="dot" w:pos="9072"/>
        </w:tabs>
        <w:spacing w:before="120" w:after="0" w:line="36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>1.</w:t>
      </w:r>
      <w:r w:rsidRPr="001A2AE0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Oświadczamy, że zapoznaliśmy się z warunkami Zapytania Ofertowego i nie wnosimy do nich żadnych zastrzeżeń.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 xml:space="preserve"> </w:t>
      </w:r>
    </w:p>
    <w:p w14:paraId="529E0C17" w14:textId="77777777" w:rsidR="00170316" w:rsidRPr="001A2AE0" w:rsidRDefault="00AD43B9" w:rsidP="00B6424A">
      <w:pPr>
        <w:tabs>
          <w:tab w:val="left" w:leader="dot" w:pos="9072"/>
        </w:tabs>
        <w:spacing w:before="120" w:after="0" w:line="360" w:lineRule="auto"/>
        <w:ind w:left="284" w:hanging="284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>2.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>Oferujemy realizację całości zamówienia</w:t>
      </w:r>
      <w:r w:rsidR="000F5BFC" w:rsidRPr="001A2AE0">
        <w:rPr>
          <w:rFonts w:ascii="Arial" w:hAnsi="Arial" w:cs="Arial"/>
          <w:b/>
          <w:color w:val="000000"/>
          <w:sz w:val="20"/>
          <w:szCs w:val="20"/>
        </w:rPr>
        <w:t xml:space="preserve">,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>zgodnie z Zapytaniem Oferto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wym za kwotę:</w:t>
      </w:r>
    </w:p>
    <w:p w14:paraId="1442A1E7" w14:textId="77777777" w:rsidR="009842FF" w:rsidRPr="001A2AE0" w:rsidRDefault="00D271DD" w:rsidP="00D271DD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 xml:space="preserve">– </w:t>
      </w:r>
      <w:r w:rsidR="009842FF" w:rsidRPr="001A2AE0">
        <w:rPr>
          <w:rFonts w:ascii="Arial" w:hAnsi="Arial" w:cs="Arial"/>
          <w:color w:val="000000"/>
          <w:sz w:val="20"/>
          <w:szCs w:val="20"/>
        </w:rPr>
        <w:t>netto: ………………………….……… zł</w:t>
      </w:r>
    </w:p>
    <w:p w14:paraId="5B49E2B3" w14:textId="77777777" w:rsidR="009842FF" w:rsidRPr="001A2AE0" w:rsidRDefault="009842FF" w:rsidP="009842FF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– podatek VAT ………………………… zł</w:t>
      </w:r>
    </w:p>
    <w:p w14:paraId="3C8AC751" w14:textId="77777777" w:rsidR="009842FF" w:rsidRPr="001A2AE0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 xml:space="preserve">– 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brutto </w:t>
      </w:r>
      <w:r w:rsidR="00293985" w:rsidRPr="001A2AE0">
        <w:rPr>
          <w:rFonts w:ascii="Arial" w:hAnsi="Arial" w:cs="Arial"/>
          <w:b/>
          <w:color w:val="000000"/>
          <w:sz w:val="20"/>
          <w:szCs w:val="20"/>
        </w:rPr>
        <w:t>………………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…</w:t>
      </w:r>
      <w:r w:rsidRPr="001A2AE0">
        <w:rPr>
          <w:rFonts w:ascii="Arial" w:hAnsi="Arial" w:cs="Arial"/>
          <w:b/>
          <w:color w:val="000000"/>
          <w:sz w:val="20"/>
          <w:szCs w:val="20"/>
        </w:rPr>
        <w:t>…………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>…… z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ł, </w:t>
      </w:r>
      <w:r w:rsidR="00D271DD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330D438C" w14:textId="77777777" w:rsidR="00D271DD" w:rsidRPr="001A2AE0" w:rsidRDefault="009842FF" w:rsidP="00B6424A">
      <w:pPr>
        <w:pStyle w:val="Akapitzlist"/>
        <w:tabs>
          <w:tab w:val="left" w:leader="dot" w:pos="9072"/>
        </w:tabs>
        <w:spacing w:before="120" w:after="0" w:line="360" w:lineRule="auto"/>
        <w:ind w:left="426"/>
        <w:contextualSpacing w:val="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A2AE0">
        <w:rPr>
          <w:rFonts w:ascii="Arial" w:hAnsi="Arial" w:cs="Arial"/>
          <w:b/>
          <w:color w:val="000000"/>
          <w:sz w:val="20"/>
          <w:szCs w:val="20"/>
        </w:rPr>
        <w:t xml:space="preserve">(brutto: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słownie: 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>……</w:t>
      </w:r>
      <w:r w:rsidR="00D271DD" w:rsidRPr="001A2AE0">
        <w:rPr>
          <w:rFonts w:ascii="Arial" w:hAnsi="Arial" w:cs="Arial"/>
          <w:color w:val="000000"/>
          <w:sz w:val="20"/>
          <w:szCs w:val="20"/>
        </w:rPr>
        <w:t>…..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>………</w:t>
      </w:r>
      <w:r w:rsidR="00D271DD" w:rsidRPr="001A2AE0">
        <w:rPr>
          <w:rFonts w:ascii="Arial" w:hAnsi="Arial" w:cs="Arial"/>
          <w:color w:val="000000"/>
          <w:sz w:val="20"/>
          <w:szCs w:val="20"/>
        </w:rPr>
        <w:t>…………………………………………...</w:t>
      </w:r>
      <w:r w:rsidRPr="001A2AE0">
        <w:rPr>
          <w:rFonts w:ascii="Arial" w:hAnsi="Arial" w:cs="Arial"/>
          <w:color w:val="000000"/>
          <w:sz w:val="20"/>
          <w:szCs w:val="20"/>
        </w:rPr>
        <w:t>)</w:t>
      </w:r>
      <w:r w:rsidR="00170316" w:rsidRPr="001A2AE0">
        <w:rPr>
          <w:rFonts w:ascii="Arial" w:hAnsi="Arial" w:cs="Arial"/>
          <w:b/>
          <w:color w:val="000000"/>
          <w:sz w:val="20"/>
          <w:szCs w:val="20"/>
        </w:rPr>
        <w:t xml:space="preserve"> </w:t>
      </w:r>
    </w:p>
    <w:p w14:paraId="1EE51286" w14:textId="77777777" w:rsidR="0050253E" w:rsidRPr="001A2AE0" w:rsidRDefault="00004B7A" w:rsidP="00B6424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3</w:t>
      </w:r>
      <w:r w:rsidR="00B1424A" w:rsidRPr="001A2AE0">
        <w:rPr>
          <w:rFonts w:ascii="Arial" w:hAnsi="Arial" w:cs="Arial"/>
          <w:b/>
          <w:sz w:val="20"/>
          <w:szCs w:val="20"/>
        </w:rPr>
        <w:t>.</w:t>
      </w:r>
      <w:r w:rsidR="00B1424A" w:rsidRPr="001A2AE0">
        <w:rPr>
          <w:rFonts w:ascii="Arial" w:hAnsi="Arial" w:cs="Arial"/>
          <w:sz w:val="20"/>
          <w:szCs w:val="20"/>
        </w:rPr>
        <w:t xml:space="preserve"> </w:t>
      </w:r>
      <w:r w:rsidR="0050253E" w:rsidRPr="001A2AE0">
        <w:rPr>
          <w:rFonts w:ascii="Arial" w:hAnsi="Arial" w:cs="Arial"/>
          <w:sz w:val="20"/>
          <w:szCs w:val="20"/>
        </w:rPr>
        <w:t xml:space="preserve">Zobowiązujemy się realizować zamówienie w terminach określonych w </w:t>
      </w:r>
      <w:r w:rsidR="00CE3495" w:rsidRPr="001A2AE0">
        <w:rPr>
          <w:rFonts w:ascii="Arial" w:hAnsi="Arial" w:cs="Arial"/>
          <w:sz w:val="20"/>
          <w:szCs w:val="20"/>
        </w:rPr>
        <w:t>dokumentacji Zapytania</w:t>
      </w:r>
      <w:r w:rsidR="0050253E" w:rsidRPr="001A2AE0">
        <w:rPr>
          <w:rFonts w:ascii="Arial" w:hAnsi="Arial" w:cs="Arial"/>
          <w:sz w:val="20"/>
          <w:szCs w:val="20"/>
        </w:rPr>
        <w:t xml:space="preserve"> Ofertow</w:t>
      </w:r>
      <w:r w:rsidR="00CE3495" w:rsidRPr="001A2AE0">
        <w:rPr>
          <w:rFonts w:ascii="Arial" w:hAnsi="Arial" w:cs="Arial"/>
          <w:sz w:val="20"/>
          <w:szCs w:val="20"/>
        </w:rPr>
        <w:t>ego.</w:t>
      </w:r>
      <w:r w:rsidR="0050253E" w:rsidRPr="001A2AE0">
        <w:rPr>
          <w:rFonts w:ascii="Arial" w:hAnsi="Arial" w:cs="Arial"/>
          <w:sz w:val="20"/>
          <w:szCs w:val="20"/>
        </w:rPr>
        <w:t xml:space="preserve"> </w:t>
      </w:r>
    </w:p>
    <w:p w14:paraId="55046F27" w14:textId="77777777" w:rsidR="00170316" w:rsidRPr="001A2AE0" w:rsidRDefault="00004B7A" w:rsidP="00F47AEA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4</w:t>
      </w:r>
      <w:r w:rsidR="008D61C1" w:rsidRPr="001A2AE0">
        <w:rPr>
          <w:rFonts w:ascii="Arial" w:hAnsi="Arial" w:cs="Arial"/>
          <w:b/>
          <w:sz w:val="20"/>
          <w:szCs w:val="20"/>
        </w:rPr>
        <w:t xml:space="preserve">. </w:t>
      </w:r>
      <w:r w:rsidR="00170316" w:rsidRPr="001A2AE0">
        <w:rPr>
          <w:rFonts w:ascii="Arial" w:hAnsi="Arial" w:cs="Arial"/>
          <w:sz w:val="20"/>
          <w:szCs w:val="20"/>
        </w:rPr>
        <w:t>Uważamy się za związanych niniejszą ofertą przez okres 30 dni.</w:t>
      </w:r>
    </w:p>
    <w:p w14:paraId="38F29913" w14:textId="77777777" w:rsidR="00986911" w:rsidRPr="001A2AE0" w:rsidRDefault="00986911" w:rsidP="00986911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5.</w:t>
      </w:r>
      <w:r w:rsidRPr="001A2AE0">
        <w:rPr>
          <w:rFonts w:ascii="Arial" w:hAnsi="Arial" w:cs="Arial"/>
          <w:sz w:val="20"/>
          <w:szCs w:val="20"/>
        </w:rPr>
        <w:t xml:space="preserve"> Oświadczam, nie podlegam wykluczeniu z postępowania na podstawie art. 7 ust. 1 ustawa z dnia 13 kwietnia 2022 r. o szczególnych rozwiązaniach w zakresie przeciwdziałania wspieraniu agresji na Ukrainę oraz służących ochronie bezpieczeństwa narodowego;</w:t>
      </w:r>
    </w:p>
    <w:p w14:paraId="3E69BF0E" w14:textId="3926CF04" w:rsidR="001A2AE0" w:rsidRPr="001A2AE0" w:rsidRDefault="001A2AE0" w:rsidP="00986911">
      <w:pPr>
        <w:pStyle w:val="Default"/>
        <w:tabs>
          <w:tab w:val="left" w:leader="dot" w:pos="9072"/>
        </w:tabs>
        <w:spacing w:before="120"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1A2AE0">
        <w:rPr>
          <w:rFonts w:ascii="Arial" w:hAnsi="Arial" w:cs="Arial"/>
          <w:b/>
          <w:sz w:val="20"/>
          <w:szCs w:val="20"/>
        </w:rPr>
        <w:t>6.</w:t>
      </w:r>
      <w:r w:rsidRPr="001A2AE0">
        <w:rPr>
          <w:rFonts w:ascii="Arial" w:hAnsi="Arial" w:cs="Arial"/>
          <w:sz w:val="20"/>
          <w:szCs w:val="20"/>
        </w:rPr>
        <w:t xml:space="preserve"> Oświadczam, że  na czas realizacji będę dysponować osobami koniecznymi do wykonania zamówienia, w tym w szczególności posiadającymi uprawnienia budowlane do projektowania bez ograniczeń w zakresie branż: architektonicznej, elektrycznej, sanitarnej, telekomunikacyjnej, drogowej, a także osobą </w:t>
      </w:r>
      <w:r w:rsidRPr="001A2AE0">
        <w:rPr>
          <w:rFonts w:ascii="Arial" w:hAnsi="Arial" w:cs="Arial"/>
          <w:sz w:val="20"/>
          <w:szCs w:val="20"/>
        </w:rPr>
        <w:lastRenderedPageBreak/>
        <w:t>posiadającą doświadczenie w zakresie projektowania i inwentaryzacji terenów zielonych na obszarze miasta oraz osobą posiadającą uprawnienia w zakresie prowadzenia robót budowlanych przy zabytkach nieruchomych zgodne z ustawą o ochronie zabytków i opiece nad zabytkami.</w:t>
      </w:r>
    </w:p>
    <w:p w14:paraId="26290828" w14:textId="083C9F53" w:rsidR="00170316" w:rsidRPr="001A2AE0" w:rsidRDefault="00986911" w:rsidP="00293985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b/>
          <w:bCs/>
          <w:color w:val="000000"/>
          <w:sz w:val="20"/>
          <w:szCs w:val="20"/>
        </w:rPr>
        <w:t>6</w:t>
      </w:r>
      <w:r w:rsidR="00B1424A" w:rsidRPr="001A2AE0">
        <w:rPr>
          <w:rFonts w:ascii="Arial" w:hAnsi="Arial" w:cs="Arial"/>
          <w:b/>
          <w:bCs/>
          <w:color w:val="000000"/>
          <w:sz w:val="20"/>
          <w:szCs w:val="20"/>
        </w:rPr>
        <w:t>.</w:t>
      </w:r>
      <w:r w:rsidR="00B1424A" w:rsidRPr="001A2AE0">
        <w:rPr>
          <w:rFonts w:ascii="Arial" w:hAnsi="Arial" w:cs="Arial"/>
          <w:color w:val="000000"/>
          <w:sz w:val="20"/>
          <w:szCs w:val="20"/>
        </w:rPr>
        <w:t xml:space="preserve">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 xml:space="preserve">Ofertę składamy na </w:t>
      </w:r>
      <w:r w:rsidR="00293985" w:rsidRPr="001A2AE0">
        <w:rPr>
          <w:rFonts w:ascii="Arial" w:hAnsi="Arial" w:cs="Arial"/>
          <w:color w:val="000000"/>
          <w:sz w:val="20"/>
          <w:szCs w:val="20"/>
        </w:rPr>
        <w:t xml:space="preserve">………… </w:t>
      </w:r>
      <w:r w:rsidR="00170316" w:rsidRPr="001A2AE0">
        <w:rPr>
          <w:rFonts w:ascii="Arial" w:hAnsi="Arial" w:cs="Arial"/>
          <w:color w:val="000000"/>
          <w:sz w:val="20"/>
          <w:szCs w:val="20"/>
        </w:rPr>
        <w:t>ponumerowanych stronach:</w:t>
      </w:r>
    </w:p>
    <w:p w14:paraId="0F2AA9F8" w14:textId="77777777" w:rsidR="00004726" w:rsidRPr="001A2AE0" w:rsidRDefault="00004726" w:rsidP="00004726">
      <w:pPr>
        <w:tabs>
          <w:tab w:val="left" w:leader="dot" w:pos="9072"/>
        </w:tabs>
        <w:spacing w:before="120" w:after="0" w:line="360" w:lineRule="auto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Załączniki:</w:t>
      </w:r>
    </w:p>
    <w:p w14:paraId="72C754D9" w14:textId="77777777" w:rsidR="00004726" w:rsidRPr="001A2AE0" w:rsidRDefault="00004726" w:rsidP="00004726">
      <w:pPr>
        <w:numPr>
          <w:ilvl w:val="0"/>
          <w:numId w:val="1"/>
        </w:numPr>
        <w:tabs>
          <w:tab w:val="left" w:leader="dot" w:pos="9072"/>
        </w:tabs>
        <w:suppressAutoHyphens/>
        <w:spacing w:before="120" w:after="0" w:line="360" w:lineRule="auto"/>
        <w:ind w:left="0" w:firstLine="0"/>
        <w:rPr>
          <w:rFonts w:ascii="Arial" w:hAnsi="Arial" w:cs="Arial"/>
          <w:color w:val="000000"/>
          <w:sz w:val="20"/>
          <w:szCs w:val="20"/>
        </w:rPr>
      </w:pPr>
      <w:r w:rsidRPr="001A2AE0">
        <w:rPr>
          <w:rFonts w:ascii="Arial" w:hAnsi="Arial" w:cs="Arial"/>
          <w:color w:val="000000"/>
          <w:sz w:val="20"/>
          <w:szCs w:val="20"/>
        </w:rPr>
        <w:t>Inne: …………..</w:t>
      </w:r>
    </w:p>
    <w:p w14:paraId="640F0D27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307888FB" w14:textId="77777777" w:rsidR="00004726" w:rsidRPr="00C02051" w:rsidRDefault="00004726" w:rsidP="00004726">
      <w:pPr>
        <w:tabs>
          <w:tab w:val="left" w:leader="dot" w:pos="9072"/>
        </w:tabs>
        <w:rPr>
          <w:rFonts w:ascii="Arial" w:hAnsi="Arial" w:cs="Arial"/>
          <w:color w:val="000000"/>
          <w:sz w:val="20"/>
          <w:szCs w:val="20"/>
        </w:rPr>
      </w:pPr>
    </w:p>
    <w:p w14:paraId="1B2BC9AC" w14:textId="77777777" w:rsidR="00004726" w:rsidRPr="00C02051" w:rsidRDefault="00004726" w:rsidP="00004726">
      <w:pPr>
        <w:tabs>
          <w:tab w:val="left" w:leader="dot" w:pos="9072"/>
        </w:tabs>
        <w:spacing w:after="0" w:line="240" w:lineRule="auto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…………………….., dn. ……………………..               …….…………………………………………</w:t>
      </w:r>
    </w:p>
    <w:p w14:paraId="79E47FB5" w14:textId="3440244E" w:rsidR="00141B6C" w:rsidRPr="00C02051" w:rsidRDefault="00004726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 xml:space="preserve">                                                                (podpis upoważnionego przedstawiciela)</w:t>
      </w:r>
    </w:p>
    <w:p w14:paraId="4E0433BF" w14:textId="77777777" w:rsidR="000701BC" w:rsidRPr="00C02051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241FCEF" w14:textId="4877BD97" w:rsidR="000701BC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34B11815" w14:textId="3E70D17D" w:rsidR="00C02051" w:rsidRDefault="00C02051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0921839A" w14:textId="77777777" w:rsidR="007B7E40" w:rsidRDefault="007B7E40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536FE094" w14:textId="06076EA7" w:rsidR="00C02051" w:rsidRDefault="00C02051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662CAAD2" w14:textId="5AA2364B" w:rsidR="00C02051" w:rsidRDefault="00C02051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1C09CCB1" w14:textId="77777777" w:rsidR="00C02051" w:rsidRPr="00C02051" w:rsidRDefault="00C02051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36B1BC14" w14:textId="77777777" w:rsidR="000701BC" w:rsidRPr="00C02051" w:rsidRDefault="000701BC" w:rsidP="008D61C1">
      <w:pPr>
        <w:tabs>
          <w:tab w:val="left" w:leader="dot" w:pos="9072"/>
        </w:tabs>
        <w:spacing w:after="0" w:line="240" w:lineRule="auto"/>
        <w:jc w:val="center"/>
        <w:rPr>
          <w:rFonts w:ascii="Arial" w:hAnsi="Arial" w:cs="Arial"/>
          <w:color w:val="000000"/>
          <w:sz w:val="20"/>
          <w:szCs w:val="20"/>
        </w:rPr>
      </w:pPr>
    </w:p>
    <w:p w14:paraId="35AA5CF1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DC1FF0D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29A3B5E2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00196E49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DE14312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3F422D6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1A787E4E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29CD3C0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3885A360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227EB017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6B63299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1C0814A2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D0D082A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70FC2EDA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76002F56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23743795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7C45D37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BBBDFEE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AE5819A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48AD4003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b/>
          <w:color w:val="000000"/>
          <w:sz w:val="20"/>
          <w:szCs w:val="20"/>
        </w:rPr>
      </w:pPr>
    </w:p>
    <w:p w14:paraId="5EF16EAC" w14:textId="783B5E79" w:rsidR="00986911" w:rsidRDefault="000701BC" w:rsidP="00FE3BF7">
      <w:pPr>
        <w:spacing w:after="160" w:line="259" w:lineRule="auto"/>
        <w:ind w:left="3540" w:firstLine="708"/>
        <w:rPr>
          <w:rFonts w:ascii="Arial" w:hAnsi="Arial" w:cs="Arial"/>
          <w:b/>
          <w:sz w:val="20"/>
          <w:szCs w:val="20"/>
        </w:rPr>
      </w:pPr>
      <w:r w:rsidRPr="00C02051">
        <w:rPr>
          <w:rFonts w:ascii="Arial" w:hAnsi="Arial" w:cs="Arial"/>
          <w:b/>
          <w:color w:val="000000"/>
          <w:sz w:val="20"/>
          <w:szCs w:val="20"/>
        </w:rPr>
        <w:lastRenderedPageBreak/>
        <w:t>Załącznik Nr 1 i 2 do ZO nr</w:t>
      </w:r>
      <w:r w:rsidRPr="00C02051">
        <w:rPr>
          <w:rFonts w:ascii="Arial" w:hAnsi="Arial" w:cs="Arial"/>
          <w:b/>
          <w:sz w:val="20"/>
          <w:szCs w:val="20"/>
        </w:rPr>
        <w:t xml:space="preserve">: </w:t>
      </w:r>
      <w:r w:rsidR="00DC43B8" w:rsidRPr="00DC43B8">
        <w:rPr>
          <w:rFonts w:ascii="Arial" w:hAnsi="Arial" w:cs="Arial"/>
          <w:b/>
          <w:sz w:val="20"/>
          <w:szCs w:val="20"/>
        </w:rPr>
        <w:t>PIM/05/25/ZO20/2024-384</w:t>
      </w:r>
    </w:p>
    <w:p w14:paraId="43B48610" w14:textId="77777777" w:rsidR="001A2AE0" w:rsidRDefault="001A2AE0" w:rsidP="00FE3BF7">
      <w:pPr>
        <w:spacing w:after="160" w:line="259" w:lineRule="auto"/>
        <w:ind w:left="3540" w:firstLine="708"/>
        <w:rPr>
          <w:rFonts w:ascii="Arial" w:hAnsi="Arial" w:cs="Arial"/>
          <w:color w:val="000000"/>
          <w:sz w:val="20"/>
          <w:szCs w:val="20"/>
        </w:rPr>
      </w:pPr>
    </w:p>
    <w:p w14:paraId="37448FC6" w14:textId="15AB1280" w:rsidR="000701BC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USŁUG</w:t>
      </w:r>
    </w:p>
    <w:p w14:paraId="78074C87" w14:textId="77777777" w:rsidR="00DC43B8" w:rsidRDefault="00DC43B8" w:rsidP="00DC43B8">
      <w:pPr>
        <w:pStyle w:val="Tytu"/>
        <w:jc w:val="left"/>
        <w:rPr>
          <w:rFonts w:ascii="Arial" w:hAnsi="Arial" w:cs="Arial"/>
          <w:color w:val="000000"/>
          <w:sz w:val="20"/>
          <w:szCs w:val="20"/>
        </w:rPr>
      </w:pPr>
    </w:p>
    <w:p w14:paraId="38CB6AA6" w14:textId="32F61390" w:rsidR="00DC43B8" w:rsidRPr="00DC43B8" w:rsidRDefault="00DC43B8" w:rsidP="00DC43B8">
      <w:pPr>
        <w:pStyle w:val="Tytu"/>
        <w:jc w:val="both"/>
        <w:rPr>
          <w:rFonts w:ascii="Arial" w:hAnsi="Arial" w:cs="Arial"/>
          <w:b w:val="0"/>
          <w:bCs/>
          <w:color w:val="000000"/>
          <w:sz w:val="20"/>
          <w:szCs w:val="20"/>
        </w:rPr>
      </w:pPr>
      <w:r w:rsidRPr="00DC43B8">
        <w:rPr>
          <w:rFonts w:ascii="Arial" w:hAnsi="Arial" w:cs="Arial"/>
          <w:b w:val="0"/>
          <w:bCs/>
          <w:color w:val="000000"/>
          <w:sz w:val="20"/>
          <w:szCs w:val="20"/>
        </w:rPr>
        <w:t>Wykonawca musi posiadać i wykazać doświadczenie, w okresie ostatnich 10 lat przed upływem terminu składania ofert, a jeżeli okres prowadzenia działalności jest krótszy — w tym okresie, w wykonaniu należycie, co najmniej 1 projektu w zakresie prac dot. remontu, przebudowy, rozbudowy lub budowy dla zadania dot. robót konstrukcyjno- budowlanych z koordynacją min. 2 innych branż na podstawie których uzyskano decyzję administracyjną umożliwiającą rozpoczęcie i realizację robót budowlanych lub dokonano skutecznego zgłoszenia robót niewymagających pozwolenia na budowę, do którego nie wniesiono sprzeciwu;</w:t>
      </w:r>
    </w:p>
    <w:p w14:paraId="5C4C7B2A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W w:w="93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0"/>
        <w:gridCol w:w="4031"/>
        <w:gridCol w:w="1718"/>
        <w:gridCol w:w="1660"/>
        <w:gridCol w:w="1487"/>
      </w:tblGrid>
      <w:tr w:rsidR="000701BC" w:rsidRPr="00C02051" w14:paraId="032B5FEA" w14:textId="77777777" w:rsidTr="00D5072D">
        <w:trPr>
          <w:trHeight w:val="1294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EB1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Lp.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10D0C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 xml:space="preserve">Krótki opis usług oraz </w:t>
            </w:r>
            <w:r w:rsidRPr="00C02051">
              <w:rPr>
                <w:rFonts w:cs="Arial"/>
                <w:b/>
                <w:sz w:val="18"/>
                <w:szCs w:val="18"/>
                <w:u w:val="single"/>
              </w:rPr>
              <w:t>ich szczegółowej zawartości zgodnie z postawionymi warunkami udziału</w:t>
            </w: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E860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Data zakończenia usług</w:t>
            </w:r>
          </w:p>
          <w:p w14:paraId="0697F64A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(dzień, miesiąc, rok)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628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Zamawiający i nazwa usługi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EA28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0DDA5AD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3229C420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Wykonawca</w:t>
            </w:r>
          </w:p>
          <w:p w14:paraId="0755D72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sz w:val="18"/>
                <w:szCs w:val="18"/>
              </w:rPr>
            </w:pPr>
            <w:r w:rsidRPr="00C02051">
              <w:rPr>
                <w:rFonts w:cs="Arial"/>
                <w:b/>
                <w:sz w:val="18"/>
                <w:szCs w:val="18"/>
              </w:rPr>
              <w:t>usług</w:t>
            </w:r>
          </w:p>
        </w:tc>
      </w:tr>
      <w:tr w:rsidR="000701BC" w:rsidRPr="00C02051" w14:paraId="6F1BFCC6" w14:textId="77777777" w:rsidTr="00D5072D">
        <w:trPr>
          <w:trHeight w:val="305"/>
        </w:trPr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B53B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C02051">
              <w:rPr>
                <w:rFonts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6BCA3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</w:tc>
        <w:tc>
          <w:tcPr>
            <w:tcW w:w="1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FBC69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0A71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cs="Arial"/>
                <w:sz w:val="20"/>
              </w:rPr>
            </w:pPr>
          </w:p>
          <w:p w14:paraId="49A98C75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44A4" w14:textId="77777777" w:rsidR="000701BC" w:rsidRPr="00C02051" w:rsidRDefault="000701BC" w:rsidP="00D5072D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cs="Arial"/>
                <w:sz w:val="20"/>
              </w:rPr>
            </w:pPr>
          </w:p>
        </w:tc>
      </w:tr>
    </w:tbl>
    <w:p w14:paraId="6583E3C4" w14:textId="521C6E23" w:rsidR="000701BC" w:rsidRPr="00C02051" w:rsidRDefault="000701BC" w:rsidP="0055320B">
      <w:pPr>
        <w:autoSpaceDE w:val="0"/>
        <w:autoSpaceDN w:val="0"/>
        <w:adjustRightInd w:val="0"/>
        <w:spacing w:before="120"/>
        <w:jc w:val="both"/>
        <w:rPr>
          <w:rStyle w:val="text1"/>
          <w:rFonts w:ascii="Arial" w:hAnsi="Arial" w:cs="Arial"/>
          <w:b/>
        </w:rPr>
      </w:pPr>
      <w:r w:rsidRPr="0055320B">
        <w:rPr>
          <w:rStyle w:val="text1"/>
          <w:rFonts w:ascii="Arial" w:hAnsi="Arial" w:cs="Arial"/>
          <w:b/>
          <w:sz w:val="18"/>
          <w:szCs w:val="18"/>
        </w:rPr>
        <w:t xml:space="preserve">Do wykazu należy załączyć </w:t>
      </w:r>
      <w:r w:rsidRPr="0055320B">
        <w:rPr>
          <w:rFonts w:ascii="Arial" w:hAnsi="Arial" w:cs="Arial"/>
          <w:b/>
          <w:sz w:val="18"/>
          <w:szCs w:val="18"/>
        </w:rPr>
        <w:t xml:space="preserve">dowody określające czy te usługi zostały wykonane należycie, przy czym dowodami, o których mowa, są referencje bądź inne dokumenty wystawione przez podmiot, na rzecz którego usługi były wykonywane, a jeżeli z uzasadnionej przyczyny o obiektywnym charakterze </w:t>
      </w:r>
      <w:r w:rsidRPr="00C02051">
        <w:rPr>
          <w:rFonts w:ascii="Arial" w:hAnsi="Arial" w:cs="Arial"/>
          <w:b/>
          <w:sz w:val="20"/>
          <w:szCs w:val="20"/>
        </w:rPr>
        <w:t>Wykonawca nie jest w stanie uzyskać tych dokumentów – oświadczenie Wykonawcy</w:t>
      </w:r>
    </w:p>
    <w:p w14:paraId="7B94C734" w14:textId="77777777" w:rsidR="00986911" w:rsidRDefault="00986911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</w:p>
    <w:p w14:paraId="0FC5BDAF" w14:textId="6E48D809" w:rsidR="000701BC" w:rsidRPr="00C02051" w:rsidRDefault="000701BC" w:rsidP="000701BC">
      <w:pPr>
        <w:pStyle w:val="Tytu"/>
        <w:rPr>
          <w:rFonts w:ascii="Arial" w:hAnsi="Arial" w:cs="Arial"/>
          <w:color w:val="000000"/>
          <w:sz w:val="20"/>
          <w:szCs w:val="20"/>
        </w:rPr>
      </w:pPr>
      <w:r w:rsidRPr="00C02051">
        <w:rPr>
          <w:rFonts w:ascii="Arial" w:hAnsi="Arial" w:cs="Arial"/>
          <w:color w:val="000000"/>
          <w:sz w:val="20"/>
          <w:szCs w:val="20"/>
        </w:rPr>
        <w:t>WYKAZ OSÓB</w:t>
      </w:r>
    </w:p>
    <w:p w14:paraId="300A9022" w14:textId="77777777" w:rsidR="000701BC" w:rsidRPr="00C02051" w:rsidRDefault="000701BC" w:rsidP="000701BC">
      <w:pPr>
        <w:pStyle w:val="Bezodstpw"/>
        <w:jc w:val="both"/>
        <w:rPr>
          <w:rFonts w:ascii="Arial" w:hAnsi="Arial" w:cs="Arial"/>
          <w:sz w:val="20"/>
          <w:szCs w:val="20"/>
          <w:u w:val="single"/>
        </w:rPr>
      </w:pPr>
    </w:p>
    <w:tbl>
      <w:tblPr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0"/>
        <w:gridCol w:w="1843"/>
        <w:gridCol w:w="1772"/>
        <w:gridCol w:w="4040"/>
        <w:gridCol w:w="1342"/>
      </w:tblGrid>
      <w:tr w:rsidR="000701BC" w:rsidRPr="00C02051" w14:paraId="4C1FF350" w14:textId="77777777" w:rsidTr="0055320B">
        <w:trPr>
          <w:trHeight w:val="863"/>
        </w:trPr>
        <w:tc>
          <w:tcPr>
            <w:tcW w:w="420" w:type="dxa"/>
            <w:tcBorders>
              <w:top w:val="single" w:sz="4" w:space="0" w:color="auto"/>
            </w:tcBorders>
            <w:vAlign w:val="center"/>
          </w:tcPr>
          <w:p w14:paraId="20482C9D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Lp.</w:t>
            </w: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14:paraId="0BE448B9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Zakres wykonywanej czynności</w:t>
            </w:r>
          </w:p>
        </w:tc>
        <w:tc>
          <w:tcPr>
            <w:tcW w:w="1772" w:type="dxa"/>
            <w:tcBorders>
              <w:top w:val="single" w:sz="4" w:space="0" w:color="auto"/>
            </w:tcBorders>
            <w:vAlign w:val="center"/>
          </w:tcPr>
          <w:p w14:paraId="4FC691D6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Imię i nazwisko osoby wskazanej do pełnienia określonej funkcji</w:t>
            </w:r>
          </w:p>
        </w:tc>
        <w:tc>
          <w:tcPr>
            <w:tcW w:w="4040" w:type="dxa"/>
            <w:tcBorders>
              <w:top w:val="single" w:sz="4" w:space="0" w:color="auto"/>
            </w:tcBorders>
            <w:vAlign w:val="center"/>
          </w:tcPr>
          <w:p w14:paraId="0FD5942A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Kwalifikacje zawodowe, doświadczenie, wykształcenie</w:t>
            </w:r>
            <w:r w:rsidRPr="00C02051">
              <w:rPr>
                <w:rFonts w:ascii="Arial" w:hAnsi="Arial" w:cs="Arial"/>
                <w:b/>
                <w:sz w:val="16"/>
                <w:szCs w:val="16"/>
              </w:rPr>
              <w:br/>
              <w:t>(uprawnienia budowlane)</w:t>
            </w:r>
          </w:p>
        </w:tc>
        <w:tc>
          <w:tcPr>
            <w:tcW w:w="1342" w:type="dxa"/>
            <w:tcBorders>
              <w:top w:val="single" w:sz="4" w:space="0" w:color="auto"/>
            </w:tcBorders>
            <w:vAlign w:val="center"/>
          </w:tcPr>
          <w:p w14:paraId="0FA1C56F" w14:textId="77777777" w:rsidR="000701BC" w:rsidRPr="00C02051" w:rsidRDefault="000701BC" w:rsidP="00D5072D">
            <w:pPr>
              <w:pStyle w:val="Bezodstpw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Style w:val="text1"/>
                <w:rFonts w:ascii="Arial" w:hAnsi="Arial" w:cs="Arial"/>
                <w:b/>
                <w:sz w:val="16"/>
                <w:szCs w:val="16"/>
              </w:rPr>
              <w:t>Podstawa do dysponowania wskazanymi osobami</w:t>
            </w:r>
          </w:p>
        </w:tc>
      </w:tr>
      <w:tr w:rsidR="000701BC" w:rsidRPr="00C02051" w14:paraId="032AE2C6" w14:textId="77777777" w:rsidTr="0055320B">
        <w:trPr>
          <w:trHeight w:val="676"/>
        </w:trPr>
        <w:tc>
          <w:tcPr>
            <w:tcW w:w="420" w:type="dxa"/>
          </w:tcPr>
          <w:p w14:paraId="00C6228D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 w:rsidRPr="00C02051">
              <w:rPr>
                <w:rFonts w:ascii="Arial" w:hAnsi="Arial" w:cs="Arial"/>
                <w:b/>
                <w:sz w:val="16"/>
                <w:szCs w:val="16"/>
              </w:rPr>
              <w:t>1.</w:t>
            </w:r>
          </w:p>
        </w:tc>
        <w:tc>
          <w:tcPr>
            <w:tcW w:w="1843" w:type="dxa"/>
          </w:tcPr>
          <w:p w14:paraId="6748C125" w14:textId="07F20690" w:rsidR="000701BC" w:rsidRPr="00C02051" w:rsidRDefault="00DC43B8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DC43B8">
              <w:rPr>
                <w:rFonts w:cs="Arial"/>
                <w:b/>
                <w:bCs/>
                <w:color w:val="000000"/>
                <w:lang w:eastAsia="pl-PL"/>
              </w:rPr>
              <w:t xml:space="preserve">Koordynator prac projektowych (Projektant branży konstrukcyjno-budowlanej) </w:t>
            </w:r>
          </w:p>
          <w:p w14:paraId="6D269E60" w14:textId="77777777" w:rsidR="000701BC" w:rsidRPr="00C02051" w:rsidRDefault="000701B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</w:p>
        </w:tc>
        <w:tc>
          <w:tcPr>
            <w:tcW w:w="1772" w:type="dxa"/>
          </w:tcPr>
          <w:p w14:paraId="7D96C554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</w:tcPr>
          <w:p w14:paraId="5DAA2B1C" w14:textId="2C587369" w:rsidR="00185F03" w:rsidRDefault="00185F0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bCs/>
                <w:lang w:eastAsia="pl-PL"/>
              </w:rPr>
              <w:t>Uprawnienia:</w:t>
            </w:r>
            <w:r>
              <w:rPr>
                <w:rFonts w:cs="Arial"/>
                <w:bCs/>
                <w:lang w:eastAsia="pl-PL"/>
              </w:rPr>
              <w:t xml:space="preserve"> </w:t>
            </w:r>
            <w:r w:rsidRPr="00C02051">
              <w:rPr>
                <w:rFonts w:cs="Arial"/>
                <w:bCs/>
                <w:lang w:eastAsia="pl-PL"/>
              </w:rPr>
              <w:t xml:space="preserve">   ………………….</w:t>
            </w:r>
          </w:p>
          <w:p w14:paraId="58505CC2" w14:textId="1E03619C" w:rsidR="007F1B73" w:rsidRDefault="007F1B7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  <w:p w14:paraId="02C45D11" w14:textId="6755AB8A" w:rsidR="007F1B73" w:rsidRPr="00C02051" w:rsidRDefault="007F1B7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Posiada: ……….. miesięczne doświadczenie w projektowaniu</w:t>
            </w:r>
            <w:r w:rsidR="00DC43B8">
              <w:rPr>
                <w:rFonts w:cs="Arial"/>
                <w:bCs/>
                <w:lang w:eastAsia="pl-PL"/>
              </w:rPr>
              <w:t xml:space="preserve"> zgodnie z funkcją</w:t>
            </w:r>
          </w:p>
          <w:p w14:paraId="6444AEC1" w14:textId="77777777" w:rsidR="00185F03" w:rsidRPr="00C02051" w:rsidRDefault="00185F0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i/>
              </w:rPr>
            </w:pPr>
          </w:p>
          <w:p w14:paraId="39F11D4C" w14:textId="77777777" w:rsidR="00185F03" w:rsidRPr="00C02051" w:rsidRDefault="00185F03" w:rsidP="00185F03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i/>
              </w:rPr>
              <w:t>Posiada doświadczenie :</w:t>
            </w:r>
          </w:p>
          <w:p w14:paraId="0C14689E" w14:textId="4355716E" w:rsidR="000701BC" w:rsidRPr="00F434B6" w:rsidRDefault="00185F03" w:rsidP="00F434B6">
            <w:pPr>
              <w:pStyle w:val="Tekstpodstawowy20"/>
              <w:keepLines w:val="0"/>
              <w:numPr>
                <w:ilvl w:val="0"/>
                <w:numId w:val="17"/>
              </w:numPr>
              <w:spacing w:after="0"/>
              <w:jc w:val="left"/>
              <w:rPr>
                <w:rFonts w:cs="Arial"/>
                <w:bCs/>
                <w:i/>
                <w:lang w:eastAsia="pl-PL"/>
              </w:rPr>
            </w:pPr>
            <w:r w:rsidRPr="00C02051">
              <w:rPr>
                <w:rFonts w:cs="Arial"/>
                <w:i/>
              </w:rPr>
              <w:t>…</w:t>
            </w:r>
          </w:p>
        </w:tc>
        <w:tc>
          <w:tcPr>
            <w:tcW w:w="1342" w:type="dxa"/>
          </w:tcPr>
          <w:p w14:paraId="05FE2DAC" w14:textId="77777777" w:rsidR="000701BC" w:rsidRPr="00C02051" w:rsidRDefault="000701B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AA049C" w:rsidRPr="00C02051" w14:paraId="1493795E" w14:textId="77777777" w:rsidTr="0055320B">
        <w:trPr>
          <w:trHeight w:val="676"/>
        </w:trPr>
        <w:tc>
          <w:tcPr>
            <w:tcW w:w="420" w:type="dxa"/>
          </w:tcPr>
          <w:p w14:paraId="6559CFAE" w14:textId="72195E00" w:rsidR="00AA049C" w:rsidRDefault="00DC43B8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2</w:t>
            </w:r>
            <w:r w:rsidR="00AA049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843" w:type="dxa"/>
          </w:tcPr>
          <w:p w14:paraId="41814391" w14:textId="0E24F2A6" w:rsidR="00AA049C" w:rsidRPr="00AA049C" w:rsidRDefault="00AA049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AA049C">
              <w:rPr>
                <w:rFonts w:cs="Arial"/>
                <w:b/>
                <w:bCs/>
                <w:color w:val="000000"/>
                <w:lang w:eastAsia="pl-PL"/>
              </w:rPr>
              <w:t>Projektant branży zieleni</w:t>
            </w:r>
          </w:p>
        </w:tc>
        <w:tc>
          <w:tcPr>
            <w:tcW w:w="1772" w:type="dxa"/>
          </w:tcPr>
          <w:p w14:paraId="1709E719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</w:tcPr>
          <w:p w14:paraId="3BC7C4FC" w14:textId="71AA4613" w:rsidR="00F434B6" w:rsidRDefault="00F434B6" w:rsidP="00F434B6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Wyksztalcenie</w:t>
            </w:r>
            <w:r w:rsidRPr="00C02051">
              <w:rPr>
                <w:rFonts w:cs="Arial"/>
                <w:bCs/>
                <w:lang w:eastAsia="pl-PL"/>
              </w:rPr>
              <w:t>:</w:t>
            </w:r>
            <w:r>
              <w:rPr>
                <w:rFonts w:cs="Arial"/>
                <w:bCs/>
                <w:lang w:eastAsia="pl-PL"/>
              </w:rPr>
              <w:t xml:space="preserve"> </w:t>
            </w:r>
            <w:r w:rsidRPr="00C02051">
              <w:rPr>
                <w:rFonts w:cs="Arial"/>
                <w:bCs/>
                <w:lang w:eastAsia="pl-PL"/>
              </w:rPr>
              <w:t xml:space="preserve">   ………………….</w:t>
            </w:r>
          </w:p>
          <w:p w14:paraId="79DCB955" w14:textId="77777777" w:rsidR="00F434B6" w:rsidRDefault="00F434B6" w:rsidP="00F434B6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</w:p>
          <w:p w14:paraId="23BEDE27" w14:textId="65FFEBBF" w:rsidR="00F434B6" w:rsidRPr="00C02051" w:rsidRDefault="00F434B6" w:rsidP="00F434B6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>
              <w:rPr>
                <w:rFonts w:cs="Arial"/>
                <w:bCs/>
                <w:lang w:eastAsia="pl-PL"/>
              </w:rPr>
              <w:t>Posiada: ……….. miesięczne doświadczenie</w:t>
            </w:r>
            <w:r w:rsidR="00DC43B8">
              <w:rPr>
                <w:rFonts w:cs="Arial"/>
                <w:bCs/>
                <w:lang w:eastAsia="pl-PL"/>
              </w:rPr>
              <w:t xml:space="preserve"> </w:t>
            </w:r>
            <w:r w:rsidR="00DC43B8">
              <w:rPr>
                <w:rFonts w:cs="Arial"/>
                <w:bCs/>
                <w:lang w:eastAsia="pl-PL"/>
              </w:rPr>
              <w:t>w projektowaniu zgodnie z funkcją</w:t>
            </w:r>
          </w:p>
          <w:p w14:paraId="6C5D43C6" w14:textId="77777777" w:rsidR="00F434B6" w:rsidRPr="00C02051" w:rsidRDefault="00F434B6" w:rsidP="00F434B6">
            <w:pPr>
              <w:pStyle w:val="Tekstpodstawowy20"/>
              <w:keepLines w:val="0"/>
              <w:spacing w:after="0"/>
              <w:jc w:val="left"/>
              <w:rPr>
                <w:rFonts w:cs="Arial"/>
                <w:i/>
              </w:rPr>
            </w:pPr>
          </w:p>
          <w:p w14:paraId="50FDF951" w14:textId="77777777" w:rsidR="00F434B6" w:rsidRPr="00C02051" w:rsidRDefault="00F434B6" w:rsidP="00F434B6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i/>
              </w:rPr>
              <w:t>Posiada doświadczenie :</w:t>
            </w:r>
          </w:p>
          <w:p w14:paraId="71F36041" w14:textId="78699673" w:rsidR="00AA049C" w:rsidRPr="00C02051" w:rsidRDefault="00F434B6" w:rsidP="00F434B6">
            <w:pPr>
              <w:pStyle w:val="Tekstpodstawowy20"/>
              <w:keepLines w:val="0"/>
              <w:numPr>
                <w:ilvl w:val="0"/>
                <w:numId w:val="25"/>
              </w:numPr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C02051">
              <w:rPr>
                <w:rFonts w:cs="Arial"/>
                <w:i/>
              </w:rPr>
              <w:t>…</w:t>
            </w:r>
          </w:p>
        </w:tc>
        <w:tc>
          <w:tcPr>
            <w:tcW w:w="1342" w:type="dxa"/>
          </w:tcPr>
          <w:p w14:paraId="20C083F8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AA049C" w:rsidRPr="00C02051" w14:paraId="06685000" w14:textId="77777777" w:rsidTr="0055320B">
        <w:trPr>
          <w:trHeight w:val="676"/>
        </w:trPr>
        <w:tc>
          <w:tcPr>
            <w:tcW w:w="420" w:type="dxa"/>
          </w:tcPr>
          <w:p w14:paraId="3DDEF5A5" w14:textId="50D234DE" w:rsidR="00AA049C" w:rsidRDefault="00DC43B8" w:rsidP="00D5072D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3</w:t>
            </w:r>
            <w:r w:rsidR="00AA049C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843" w:type="dxa"/>
          </w:tcPr>
          <w:p w14:paraId="2D828353" w14:textId="22121260" w:rsidR="00AA049C" w:rsidRPr="00AA049C" w:rsidRDefault="00AA049C" w:rsidP="00D5072D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AA049C">
              <w:rPr>
                <w:rFonts w:cs="Arial"/>
                <w:b/>
                <w:bCs/>
                <w:color w:val="000000"/>
                <w:lang w:eastAsia="pl-PL"/>
              </w:rPr>
              <w:t>Projektant branży sanitarnej</w:t>
            </w:r>
          </w:p>
        </w:tc>
        <w:tc>
          <w:tcPr>
            <w:tcW w:w="1772" w:type="dxa"/>
          </w:tcPr>
          <w:p w14:paraId="02F4CC77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</w:tcPr>
          <w:p w14:paraId="4551441E" w14:textId="77777777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Uprawnienia:    ………………….</w:t>
            </w:r>
          </w:p>
          <w:p w14:paraId="59AF10EF" w14:textId="77777777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</w:p>
          <w:p w14:paraId="2C297917" w14:textId="7B609AB4" w:rsidR="00AA049C" w:rsidRPr="00AA049C" w:rsidRDefault="00AA049C" w:rsidP="00DC43B8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 xml:space="preserve">Posiada: ……….. miesięczne doświadczenie </w:t>
            </w:r>
            <w:r w:rsidR="00DC43B8">
              <w:rPr>
                <w:rFonts w:cs="Arial"/>
                <w:bCs/>
                <w:lang w:eastAsia="pl-PL"/>
              </w:rPr>
              <w:t>w projektowaniu zgodnie z funkcją</w:t>
            </w:r>
          </w:p>
          <w:p w14:paraId="4E174025" w14:textId="77777777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</w:p>
          <w:p w14:paraId="6D04AEA5" w14:textId="77777777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Posiada doświadczenie :</w:t>
            </w:r>
          </w:p>
          <w:p w14:paraId="0454A562" w14:textId="2CF2E084" w:rsidR="00AA049C" w:rsidRPr="00AA049C" w:rsidRDefault="00AA049C" w:rsidP="00AA049C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1.</w:t>
            </w:r>
            <w:r w:rsidRPr="00AA049C">
              <w:rPr>
                <w:rFonts w:cs="Arial"/>
                <w:bCs/>
                <w:lang w:eastAsia="pl-PL"/>
              </w:rPr>
              <w:tab/>
              <w:t>…</w:t>
            </w:r>
          </w:p>
        </w:tc>
        <w:tc>
          <w:tcPr>
            <w:tcW w:w="1342" w:type="dxa"/>
          </w:tcPr>
          <w:p w14:paraId="3E596444" w14:textId="77777777" w:rsidR="00AA049C" w:rsidRPr="00C02051" w:rsidRDefault="00AA049C" w:rsidP="00D5072D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  <w:tr w:rsidR="00DC43B8" w:rsidRPr="00C02051" w14:paraId="5D719A7E" w14:textId="77777777" w:rsidTr="00DC43B8">
        <w:trPr>
          <w:trHeight w:val="416"/>
        </w:trPr>
        <w:tc>
          <w:tcPr>
            <w:tcW w:w="420" w:type="dxa"/>
          </w:tcPr>
          <w:p w14:paraId="3AFCF1E2" w14:textId="0CA559CD" w:rsidR="00DC43B8" w:rsidRDefault="00DC43B8" w:rsidP="00DC43B8">
            <w:pPr>
              <w:pStyle w:val="Bezodstpw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4</w:t>
            </w:r>
            <w:r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1843" w:type="dxa"/>
          </w:tcPr>
          <w:p w14:paraId="14D840AC" w14:textId="5904EB78" w:rsidR="00DC43B8" w:rsidRPr="00AA049C" w:rsidRDefault="00DC43B8" w:rsidP="00DC43B8">
            <w:pPr>
              <w:pStyle w:val="Tekstpodstawowy20"/>
              <w:keepLines w:val="0"/>
              <w:spacing w:after="0"/>
              <w:jc w:val="left"/>
              <w:rPr>
                <w:rFonts w:cs="Arial"/>
                <w:b/>
                <w:bCs/>
                <w:color w:val="000000"/>
                <w:lang w:eastAsia="pl-PL"/>
              </w:rPr>
            </w:pPr>
            <w:r w:rsidRPr="00AA049C">
              <w:rPr>
                <w:rFonts w:cs="Arial"/>
                <w:b/>
                <w:bCs/>
                <w:color w:val="000000"/>
                <w:lang w:eastAsia="pl-PL"/>
              </w:rPr>
              <w:t xml:space="preserve">Projektant branży </w:t>
            </w:r>
            <w:r>
              <w:rPr>
                <w:rFonts w:cs="Arial"/>
                <w:b/>
                <w:bCs/>
                <w:color w:val="000000"/>
                <w:lang w:eastAsia="pl-PL"/>
              </w:rPr>
              <w:t>drogowej</w:t>
            </w:r>
          </w:p>
        </w:tc>
        <w:tc>
          <w:tcPr>
            <w:tcW w:w="1772" w:type="dxa"/>
          </w:tcPr>
          <w:p w14:paraId="4735CA98" w14:textId="77777777" w:rsidR="00DC43B8" w:rsidRPr="00C02051" w:rsidRDefault="00DC43B8" w:rsidP="00DC43B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4040" w:type="dxa"/>
          </w:tcPr>
          <w:p w14:paraId="31CDCD7C" w14:textId="77777777" w:rsidR="00DC43B8" w:rsidRPr="00AA049C" w:rsidRDefault="00DC43B8" w:rsidP="00DC43B8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Uprawnienia:    ………………….</w:t>
            </w:r>
          </w:p>
          <w:p w14:paraId="3F50E15E" w14:textId="77777777" w:rsidR="00DC43B8" w:rsidRPr="00AA049C" w:rsidRDefault="00DC43B8" w:rsidP="00DC43B8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</w:p>
          <w:p w14:paraId="1CE2B7E4" w14:textId="409CEDAC" w:rsidR="00DC43B8" w:rsidRPr="00AA049C" w:rsidRDefault="00DC43B8" w:rsidP="00DC43B8">
            <w:pPr>
              <w:pStyle w:val="Tekstpodstawowy20"/>
              <w:keepLines w:val="0"/>
              <w:spacing w:after="0"/>
              <w:jc w:val="left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lastRenderedPageBreak/>
              <w:t xml:space="preserve">Posiada: ……….. miesięczne doświadczenie </w:t>
            </w:r>
            <w:r>
              <w:rPr>
                <w:rFonts w:cs="Arial"/>
                <w:bCs/>
                <w:lang w:eastAsia="pl-PL"/>
              </w:rPr>
              <w:t>w projektowaniu zgodnie z funkcją</w:t>
            </w:r>
          </w:p>
          <w:p w14:paraId="40B574CE" w14:textId="77777777" w:rsidR="00DC43B8" w:rsidRPr="00AA049C" w:rsidRDefault="00DC43B8" w:rsidP="00DC43B8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</w:p>
          <w:p w14:paraId="0C4EC78C" w14:textId="77777777" w:rsidR="00DC43B8" w:rsidRPr="00AA049C" w:rsidRDefault="00DC43B8" w:rsidP="00DC43B8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Posiada doświadczenie :</w:t>
            </w:r>
          </w:p>
          <w:p w14:paraId="75AA0753" w14:textId="454A0EFD" w:rsidR="00DC43B8" w:rsidRPr="00AA049C" w:rsidRDefault="00DC43B8" w:rsidP="00DC43B8">
            <w:pPr>
              <w:pStyle w:val="Tekstpodstawowy20"/>
              <w:spacing w:after="0"/>
              <w:rPr>
                <w:rFonts w:cs="Arial"/>
                <w:bCs/>
                <w:lang w:eastAsia="pl-PL"/>
              </w:rPr>
            </w:pPr>
            <w:r w:rsidRPr="00AA049C">
              <w:rPr>
                <w:rFonts w:cs="Arial"/>
                <w:bCs/>
                <w:lang w:eastAsia="pl-PL"/>
              </w:rPr>
              <w:t>1.</w:t>
            </w:r>
            <w:r w:rsidRPr="00AA049C">
              <w:rPr>
                <w:rFonts w:cs="Arial"/>
                <w:bCs/>
                <w:lang w:eastAsia="pl-PL"/>
              </w:rPr>
              <w:tab/>
              <w:t>…</w:t>
            </w:r>
          </w:p>
        </w:tc>
        <w:tc>
          <w:tcPr>
            <w:tcW w:w="1342" w:type="dxa"/>
          </w:tcPr>
          <w:p w14:paraId="16E800C1" w14:textId="77777777" w:rsidR="00DC43B8" w:rsidRPr="00C02051" w:rsidRDefault="00DC43B8" w:rsidP="00DC43B8">
            <w:pPr>
              <w:pStyle w:val="Bezodstpw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</w:tr>
    </w:tbl>
    <w:p w14:paraId="0CAA150A" w14:textId="77777777" w:rsidR="0055320B" w:rsidRDefault="0055320B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49C7493E" w14:textId="1F949A78" w:rsidR="00AA049C" w:rsidRPr="00AA049C" w:rsidRDefault="00AA049C" w:rsidP="00AA049C">
      <w:pPr>
        <w:pStyle w:val="Default"/>
        <w:spacing w:before="120"/>
        <w:jc w:val="both"/>
        <w:rPr>
          <w:rFonts w:ascii="Arial" w:hAnsi="Arial" w:cs="Arial"/>
          <w:i/>
          <w:iCs/>
          <w:color w:val="000000" w:themeColor="text1"/>
          <w:sz w:val="20"/>
          <w:szCs w:val="20"/>
        </w:rPr>
      </w:pPr>
      <w:r w:rsidRPr="00AA049C">
        <w:rPr>
          <w:rFonts w:ascii="Arial" w:hAnsi="Arial" w:cs="Arial"/>
          <w:i/>
          <w:iCs/>
          <w:color w:val="000000" w:themeColor="text1"/>
          <w:sz w:val="20"/>
          <w:szCs w:val="20"/>
        </w:rPr>
        <w:t xml:space="preserve">Na czas realizacji będę / będziemy dysponować </w:t>
      </w:r>
      <w:r w:rsidR="00DC43B8" w:rsidRPr="00DC43B8">
        <w:rPr>
          <w:rFonts w:ascii="Arial" w:hAnsi="Arial" w:cs="Arial"/>
          <w:i/>
          <w:iCs/>
          <w:color w:val="000000" w:themeColor="text1"/>
          <w:sz w:val="20"/>
          <w:szCs w:val="20"/>
        </w:rPr>
        <w:t>wszystkimi osobami koniecznymi do wykonania zamówienia, w tym w szczególności posiadającymi uprawnienia budowlane do projektowania bez ograniczeń w zakresie branż: elektrycznej, telekomunikacyjnej, oraz osobą posiadającą uprawnienia w zakresie prowadzenia robót budowlanych przy zabytkach nieruchomych zgodne z ustawą o ochronie zabytków i opiece nad zabytkami.</w:t>
      </w:r>
      <w:r w:rsidRPr="00AA049C">
        <w:rPr>
          <w:rFonts w:ascii="Arial" w:hAnsi="Arial" w:cs="Arial"/>
          <w:i/>
          <w:iCs/>
          <w:color w:val="000000" w:themeColor="text1"/>
          <w:sz w:val="20"/>
          <w:szCs w:val="20"/>
        </w:rPr>
        <w:t>.</w:t>
      </w:r>
    </w:p>
    <w:p w14:paraId="5BF94703" w14:textId="77777777" w:rsidR="00AA049C" w:rsidRDefault="00AA049C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21CCD2FF" w14:textId="77777777" w:rsidR="00AA049C" w:rsidRDefault="00AA049C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</w:p>
    <w:p w14:paraId="14FAC4E5" w14:textId="05261A55" w:rsidR="000701BC" w:rsidRPr="00C02051" w:rsidRDefault="00DD63C8" w:rsidP="000701BC">
      <w:pPr>
        <w:pStyle w:val="Tekstpodstawowy2"/>
        <w:rPr>
          <w:rFonts w:ascii="Arial" w:hAnsi="Arial" w:cs="Arial"/>
          <w:b w:val="0"/>
          <w:bCs w:val="0"/>
          <w:i/>
          <w:sz w:val="20"/>
          <w:szCs w:val="20"/>
        </w:rPr>
      </w:pPr>
      <w:r w:rsidRPr="00C02051">
        <w:rPr>
          <w:rFonts w:ascii="Arial" w:hAnsi="Arial" w:cs="Arial"/>
          <w:b w:val="0"/>
          <w:bCs w:val="0"/>
          <w:i/>
          <w:sz w:val="20"/>
          <w:szCs w:val="20"/>
        </w:rPr>
        <w:t>* uprawnienia budowlane powinny odpowiadać wymaganym i być uprawnieniami bez ograniczeń</w:t>
      </w:r>
    </w:p>
    <w:p w14:paraId="7360427B" w14:textId="77777777" w:rsidR="000701BC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1D952741" w14:textId="77777777" w:rsidR="001A2AE0" w:rsidRDefault="001A2AE0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3B64C7AE" w14:textId="77777777" w:rsidR="001A2AE0" w:rsidRPr="00C02051" w:rsidRDefault="001A2AE0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02D479E4" w14:textId="77777777" w:rsidR="00DD63C8" w:rsidRPr="00C02051" w:rsidRDefault="00DD63C8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</w:p>
    <w:p w14:paraId="2C54D960" w14:textId="5D381C24" w:rsidR="000701BC" w:rsidRPr="00C02051" w:rsidRDefault="000701BC" w:rsidP="000701BC">
      <w:pPr>
        <w:pStyle w:val="Stopka"/>
        <w:tabs>
          <w:tab w:val="clear" w:pos="4536"/>
          <w:tab w:val="clear" w:pos="9072"/>
        </w:tabs>
        <w:spacing w:line="360" w:lineRule="auto"/>
        <w:ind w:left="2832" w:firstLine="708"/>
        <w:jc w:val="center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color w:val="000000"/>
          <w:sz w:val="20"/>
          <w:szCs w:val="20"/>
        </w:rPr>
        <w:t>…….………………………..…………………………………</w:t>
      </w:r>
    </w:p>
    <w:p w14:paraId="4E23FE89" w14:textId="77777777" w:rsidR="000701BC" w:rsidRPr="00C02051" w:rsidRDefault="000701BC" w:rsidP="000701BC">
      <w:pPr>
        <w:jc w:val="both"/>
        <w:rPr>
          <w:rFonts w:ascii="Arial" w:hAnsi="Arial" w:cs="Arial"/>
          <w:sz w:val="20"/>
          <w:szCs w:val="20"/>
        </w:rPr>
      </w:pP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</w:r>
      <w:r w:rsidRPr="00C02051">
        <w:rPr>
          <w:rFonts w:ascii="Arial" w:hAnsi="Arial" w:cs="Arial"/>
          <w:sz w:val="20"/>
          <w:szCs w:val="20"/>
        </w:rPr>
        <w:tab/>
        <w:t xml:space="preserve"> </w:t>
      </w:r>
      <w:r w:rsidRPr="00C02051">
        <w:rPr>
          <w:rFonts w:ascii="Arial" w:hAnsi="Arial" w:cs="Arial"/>
          <w:color w:val="000000"/>
          <w:sz w:val="20"/>
          <w:szCs w:val="20"/>
        </w:rPr>
        <w:t>(podpis upoważnionego przedstawiciela)</w:t>
      </w:r>
    </w:p>
    <w:sectPr w:rsidR="000701BC" w:rsidRPr="00C02051" w:rsidSect="001A2AE0">
      <w:footerReference w:type="default" r:id="rId7"/>
      <w:pgSz w:w="11907" w:h="16840" w:code="9"/>
      <w:pgMar w:top="1843" w:right="992" w:bottom="1134" w:left="1418" w:header="709" w:footer="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B287ED" w14:textId="77777777" w:rsidR="00C35C56" w:rsidRDefault="00C35C56" w:rsidP="00414717">
      <w:pPr>
        <w:spacing w:after="0" w:line="240" w:lineRule="auto"/>
      </w:pPr>
      <w:r>
        <w:separator/>
      </w:r>
    </w:p>
  </w:endnote>
  <w:endnote w:type="continuationSeparator" w:id="0">
    <w:p w14:paraId="68784D8D" w14:textId="77777777" w:rsidR="00C35C56" w:rsidRDefault="00C35C56" w:rsidP="004147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G Omeg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19104510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FC54FA4" w14:textId="77777777" w:rsidR="00C170F4" w:rsidRPr="00C02051" w:rsidRDefault="00C170F4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C02051">
          <w:rPr>
            <w:rFonts w:ascii="Arial" w:hAnsi="Arial" w:cs="Arial"/>
            <w:sz w:val="18"/>
            <w:szCs w:val="18"/>
          </w:rPr>
          <w:fldChar w:fldCharType="begin"/>
        </w:r>
        <w:r w:rsidRPr="00C02051">
          <w:rPr>
            <w:rFonts w:ascii="Arial" w:hAnsi="Arial" w:cs="Arial"/>
            <w:sz w:val="18"/>
            <w:szCs w:val="18"/>
          </w:rPr>
          <w:instrText>PAGE   \* MERGEFORMAT</w:instrText>
        </w:r>
        <w:r w:rsidRPr="00C02051">
          <w:rPr>
            <w:rFonts w:ascii="Arial" w:hAnsi="Arial" w:cs="Arial"/>
            <w:sz w:val="18"/>
            <w:szCs w:val="18"/>
          </w:rPr>
          <w:fldChar w:fldCharType="separate"/>
        </w:r>
        <w:r w:rsidR="00FE0766" w:rsidRPr="00C02051">
          <w:rPr>
            <w:rFonts w:ascii="Arial" w:hAnsi="Arial" w:cs="Arial"/>
            <w:noProof/>
            <w:sz w:val="18"/>
            <w:szCs w:val="18"/>
          </w:rPr>
          <w:t>1</w:t>
        </w:r>
        <w:r w:rsidRPr="00C02051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F8D365F" w14:textId="77777777" w:rsidR="00C170F4" w:rsidRDefault="00C170F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C24D8" w14:textId="77777777" w:rsidR="00C35C56" w:rsidRDefault="00C35C56" w:rsidP="00414717">
      <w:pPr>
        <w:spacing w:after="0" w:line="240" w:lineRule="auto"/>
      </w:pPr>
      <w:r>
        <w:separator/>
      </w:r>
    </w:p>
  </w:footnote>
  <w:footnote w:type="continuationSeparator" w:id="0">
    <w:p w14:paraId="7CF435E2" w14:textId="77777777" w:rsidR="00C35C56" w:rsidRDefault="00C35C56" w:rsidP="0041471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6"/>
    <w:multiLevelType w:val="multilevel"/>
    <w:tmpl w:val="72E890CC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Arial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9B0789"/>
    <w:multiLevelType w:val="hybridMultilevel"/>
    <w:tmpl w:val="C5361A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678EF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4" w15:restartNumberingAfterBreak="0">
    <w:nsid w:val="0A30767E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5" w15:restartNumberingAfterBreak="0">
    <w:nsid w:val="0B445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30189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C7CA0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8" w15:restartNumberingAfterBreak="0">
    <w:nsid w:val="1FE97286"/>
    <w:multiLevelType w:val="hybridMultilevel"/>
    <w:tmpl w:val="F71CAF80"/>
    <w:lvl w:ilvl="0" w:tplc="51A6BC80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913E5C"/>
    <w:multiLevelType w:val="hybridMultilevel"/>
    <w:tmpl w:val="90B2A8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7021C7"/>
    <w:multiLevelType w:val="hybridMultilevel"/>
    <w:tmpl w:val="950C51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D37FA3"/>
    <w:multiLevelType w:val="hybridMultilevel"/>
    <w:tmpl w:val="BA54B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ABF70B3"/>
    <w:multiLevelType w:val="hybridMultilevel"/>
    <w:tmpl w:val="F1F041E6"/>
    <w:lvl w:ilvl="0" w:tplc="482C4080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3" w15:restartNumberingAfterBreak="0">
    <w:nsid w:val="4B401810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4" w15:restartNumberingAfterBreak="0">
    <w:nsid w:val="4DAB5DB6"/>
    <w:multiLevelType w:val="hybridMultilevel"/>
    <w:tmpl w:val="A5CAD984"/>
    <w:lvl w:ilvl="0" w:tplc="0EA2A894">
      <w:start w:val="1"/>
      <w:numFmt w:val="decimal"/>
      <w:lvlText w:val="%1)"/>
      <w:lvlJc w:val="left"/>
      <w:pPr>
        <w:ind w:left="1789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2509" w:hanging="360"/>
      </w:pPr>
    </w:lvl>
    <w:lvl w:ilvl="2" w:tplc="0415001B" w:tentative="1">
      <w:start w:val="1"/>
      <w:numFmt w:val="lowerRoman"/>
      <w:lvlText w:val="%3."/>
      <w:lvlJc w:val="right"/>
      <w:pPr>
        <w:ind w:left="3229" w:hanging="180"/>
      </w:pPr>
    </w:lvl>
    <w:lvl w:ilvl="3" w:tplc="0415000F" w:tentative="1">
      <w:start w:val="1"/>
      <w:numFmt w:val="decimal"/>
      <w:lvlText w:val="%4."/>
      <w:lvlJc w:val="left"/>
      <w:pPr>
        <w:ind w:left="3949" w:hanging="360"/>
      </w:pPr>
    </w:lvl>
    <w:lvl w:ilvl="4" w:tplc="04150019" w:tentative="1">
      <w:start w:val="1"/>
      <w:numFmt w:val="lowerLetter"/>
      <w:lvlText w:val="%5."/>
      <w:lvlJc w:val="left"/>
      <w:pPr>
        <w:ind w:left="4669" w:hanging="360"/>
      </w:pPr>
    </w:lvl>
    <w:lvl w:ilvl="5" w:tplc="0415001B" w:tentative="1">
      <w:start w:val="1"/>
      <w:numFmt w:val="lowerRoman"/>
      <w:lvlText w:val="%6."/>
      <w:lvlJc w:val="right"/>
      <w:pPr>
        <w:ind w:left="5389" w:hanging="180"/>
      </w:pPr>
    </w:lvl>
    <w:lvl w:ilvl="6" w:tplc="0415000F" w:tentative="1">
      <w:start w:val="1"/>
      <w:numFmt w:val="decimal"/>
      <w:lvlText w:val="%7."/>
      <w:lvlJc w:val="left"/>
      <w:pPr>
        <w:ind w:left="6109" w:hanging="360"/>
      </w:pPr>
    </w:lvl>
    <w:lvl w:ilvl="7" w:tplc="04150019" w:tentative="1">
      <w:start w:val="1"/>
      <w:numFmt w:val="lowerLetter"/>
      <w:lvlText w:val="%8."/>
      <w:lvlJc w:val="left"/>
      <w:pPr>
        <w:ind w:left="6829" w:hanging="360"/>
      </w:pPr>
    </w:lvl>
    <w:lvl w:ilvl="8" w:tplc="0415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 w15:restartNumberingAfterBreak="0">
    <w:nsid w:val="4F595DED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97099A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B36DBC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8" w15:restartNumberingAfterBreak="0">
    <w:nsid w:val="573F56FC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20" w15:restartNumberingAfterBreak="0">
    <w:nsid w:val="66A21221"/>
    <w:multiLevelType w:val="hybridMultilevel"/>
    <w:tmpl w:val="4E6025DA"/>
    <w:lvl w:ilvl="0" w:tplc="357E85A6">
      <w:start w:val="1"/>
      <w:numFmt w:val="decimal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5D5187"/>
    <w:multiLevelType w:val="hybridMultilevel"/>
    <w:tmpl w:val="A6EC350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2" w15:restartNumberingAfterBreak="0">
    <w:nsid w:val="78727F08"/>
    <w:multiLevelType w:val="hybridMultilevel"/>
    <w:tmpl w:val="6116DE22"/>
    <w:lvl w:ilvl="0" w:tplc="04150017">
      <w:start w:val="1"/>
      <w:numFmt w:val="lowerLetter"/>
      <w:lvlText w:val="%1)"/>
      <w:lvlJc w:val="left"/>
      <w:pPr>
        <w:ind w:left="49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8" w:hanging="360"/>
      </w:pPr>
    </w:lvl>
    <w:lvl w:ilvl="2" w:tplc="0415001B" w:tentative="1">
      <w:start w:val="1"/>
      <w:numFmt w:val="lowerRoman"/>
      <w:lvlText w:val="%3."/>
      <w:lvlJc w:val="right"/>
      <w:pPr>
        <w:ind w:left="1938" w:hanging="180"/>
      </w:pPr>
    </w:lvl>
    <w:lvl w:ilvl="3" w:tplc="0415000F" w:tentative="1">
      <w:start w:val="1"/>
      <w:numFmt w:val="decimal"/>
      <w:lvlText w:val="%4."/>
      <w:lvlJc w:val="left"/>
      <w:pPr>
        <w:ind w:left="2658" w:hanging="360"/>
      </w:pPr>
    </w:lvl>
    <w:lvl w:ilvl="4" w:tplc="04150019" w:tentative="1">
      <w:start w:val="1"/>
      <w:numFmt w:val="lowerLetter"/>
      <w:lvlText w:val="%5."/>
      <w:lvlJc w:val="left"/>
      <w:pPr>
        <w:ind w:left="3378" w:hanging="360"/>
      </w:pPr>
    </w:lvl>
    <w:lvl w:ilvl="5" w:tplc="0415001B" w:tentative="1">
      <w:start w:val="1"/>
      <w:numFmt w:val="lowerRoman"/>
      <w:lvlText w:val="%6."/>
      <w:lvlJc w:val="right"/>
      <w:pPr>
        <w:ind w:left="4098" w:hanging="180"/>
      </w:pPr>
    </w:lvl>
    <w:lvl w:ilvl="6" w:tplc="0415000F" w:tentative="1">
      <w:start w:val="1"/>
      <w:numFmt w:val="decimal"/>
      <w:lvlText w:val="%7."/>
      <w:lvlJc w:val="left"/>
      <w:pPr>
        <w:ind w:left="4818" w:hanging="360"/>
      </w:pPr>
    </w:lvl>
    <w:lvl w:ilvl="7" w:tplc="04150019" w:tentative="1">
      <w:start w:val="1"/>
      <w:numFmt w:val="lowerLetter"/>
      <w:lvlText w:val="%8."/>
      <w:lvlJc w:val="left"/>
      <w:pPr>
        <w:ind w:left="5538" w:hanging="360"/>
      </w:pPr>
    </w:lvl>
    <w:lvl w:ilvl="8" w:tplc="0415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23" w15:restartNumberingAfterBreak="0">
    <w:nsid w:val="79E22DA3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3D6B87"/>
    <w:multiLevelType w:val="hybridMultilevel"/>
    <w:tmpl w:val="90B2A85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3528337">
    <w:abstractNumId w:val="0"/>
  </w:num>
  <w:num w:numId="2" w16cid:durableId="1122453622">
    <w:abstractNumId w:val="10"/>
  </w:num>
  <w:num w:numId="3" w16cid:durableId="1679313525">
    <w:abstractNumId w:val="21"/>
  </w:num>
  <w:num w:numId="4" w16cid:durableId="971713877">
    <w:abstractNumId w:val="1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1725451095">
    <w:abstractNumId w:val="2"/>
  </w:num>
  <w:num w:numId="6" w16cid:durableId="756290771">
    <w:abstractNumId w:val="1"/>
  </w:num>
  <w:num w:numId="7" w16cid:durableId="864370252">
    <w:abstractNumId w:val="14"/>
  </w:num>
  <w:num w:numId="8" w16cid:durableId="1769540766">
    <w:abstractNumId w:val="11"/>
  </w:num>
  <w:num w:numId="9" w16cid:durableId="30035849">
    <w:abstractNumId w:val="12"/>
  </w:num>
  <w:num w:numId="10" w16cid:durableId="711613315">
    <w:abstractNumId w:val="20"/>
  </w:num>
  <w:num w:numId="11" w16cid:durableId="1726486034">
    <w:abstractNumId w:val="3"/>
  </w:num>
  <w:num w:numId="12" w16cid:durableId="194083486">
    <w:abstractNumId w:val="7"/>
  </w:num>
  <w:num w:numId="13" w16cid:durableId="1796677301">
    <w:abstractNumId w:val="13"/>
  </w:num>
  <w:num w:numId="14" w16cid:durableId="1888830027">
    <w:abstractNumId w:val="17"/>
  </w:num>
  <w:num w:numId="15" w16cid:durableId="35738813">
    <w:abstractNumId w:val="4"/>
  </w:num>
  <w:num w:numId="16" w16cid:durableId="616521226">
    <w:abstractNumId w:val="22"/>
  </w:num>
  <w:num w:numId="17" w16cid:durableId="1354917185">
    <w:abstractNumId w:val="6"/>
  </w:num>
  <w:num w:numId="18" w16cid:durableId="1010446430">
    <w:abstractNumId w:val="15"/>
  </w:num>
  <w:num w:numId="19" w16cid:durableId="1418020644">
    <w:abstractNumId w:val="23"/>
  </w:num>
  <w:num w:numId="20" w16cid:durableId="1311209616">
    <w:abstractNumId w:val="24"/>
  </w:num>
  <w:num w:numId="21" w16cid:durableId="1670676191">
    <w:abstractNumId w:val="16"/>
  </w:num>
  <w:num w:numId="22" w16cid:durableId="704595383">
    <w:abstractNumId w:val="18"/>
  </w:num>
  <w:num w:numId="23" w16cid:durableId="807821025">
    <w:abstractNumId w:val="5"/>
  </w:num>
  <w:num w:numId="24" w16cid:durableId="2121220149">
    <w:abstractNumId w:val="9"/>
  </w:num>
  <w:num w:numId="25" w16cid:durableId="20556147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33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F68"/>
    <w:rsid w:val="00004726"/>
    <w:rsid w:val="00004B7A"/>
    <w:rsid w:val="000274F2"/>
    <w:rsid w:val="0005528C"/>
    <w:rsid w:val="00067AD3"/>
    <w:rsid w:val="000701BC"/>
    <w:rsid w:val="000838D2"/>
    <w:rsid w:val="00097998"/>
    <w:rsid w:val="000F5BFC"/>
    <w:rsid w:val="00123FB0"/>
    <w:rsid w:val="001333B7"/>
    <w:rsid w:val="00141B6C"/>
    <w:rsid w:val="0015652E"/>
    <w:rsid w:val="00170316"/>
    <w:rsid w:val="001846DE"/>
    <w:rsid w:val="00185F03"/>
    <w:rsid w:val="001A2AE0"/>
    <w:rsid w:val="001A55CC"/>
    <w:rsid w:val="001E0348"/>
    <w:rsid w:val="001E2F5C"/>
    <w:rsid w:val="001F34DC"/>
    <w:rsid w:val="001F7CB2"/>
    <w:rsid w:val="00234FB8"/>
    <w:rsid w:val="0024290F"/>
    <w:rsid w:val="0025044B"/>
    <w:rsid w:val="002753F9"/>
    <w:rsid w:val="00293985"/>
    <w:rsid w:val="00310ADC"/>
    <w:rsid w:val="003539A3"/>
    <w:rsid w:val="00361480"/>
    <w:rsid w:val="003771AA"/>
    <w:rsid w:val="0039352B"/>
    <w:rsid w:val="00414717"/>
    <w:rsid w:val="004B51EE"/>
    <w:rsid w:val="004D13E5"/>
    <w:rsid w:val="004D1F68"/>
    <w:rsid w:val="0050253E"/>
    <w:rsid w:val="0055320B"/>
    <w:rsid w:val="005A4309"/>
    <w:rsid w:val="005B6740"/>
    <w:rsid w:val="005C67D6"/>
    <w:rsid w:val="005F2B7F"/>
    <w:rsid w:val="006074DB"/>
    <w:rsid w:val="006429D8"/>
    <w:rsid w:val="006713F5"/>
    <w:rsid w:val="00690A02"/>
    <w:rsid w:val="006A1AA0"/>
    <w:rsid w:val="00730674"/>
    <w:rsid w:val="007A7397"/>
    <w:rsid w:val="007B7E40"/>
    <w:rsid w:val="007C004A"/>
    <w:rsid w:val="007F0D8C"/>
    <w:rsid w:val="007F1B1D"/>
    <w:rsid w:val="007F1B73"/>
    <w:rsid w:val="00835CDA"/>
    <w:rsid w:val="0084386B"/>
    <w:rsid w:val="00861150"/>
    <w:rsid w:val="008835DA"/>
    <w:rsid w:val="00884D67"/>
    <w:rsid w:val="008D61C1"/>
    <w:rsid w:val="008E3A2D"/>
    <w:rsid w:val="00953C5F"/>
    <w:rsid w:val="00970DEE"/>
    <w:rsid w:val="0098257A"/>
    <w:rsid w:val="009842FF"/>
    <w:rsid w:val="00986911"/>
    <w:rsid w:val="009C1535"/>
    <w:rsid w:val="009F2CDC"/>
    <w:rsid w:val="00A00888"/>
    <w:rsid w:val="00A117D7"/>
    <w:rsid w:val="00A94517"/>
    <w:rsid w:val="00AA049C"/>
    <w:rsid w:val="00AD43B9"/>
    <w:rsid w:val="00B1424A"/>
    <w:rsid w:val="00B51068"/>
    <w:rsid w:val="00B51DA6"/>
    <w:rsid w:val="00B6424A"/>
    <w:rsid w:val="00B85177"/>
    <w:rsid w:val="00B91B9F"/>
    <w:rsid w:val="00C02051"/>
    <w:rsid w:val="00C170F4"/>
    <w:rsid w:val="00C35C56"/>
    <w:rsid w:val="00C87AA8"/>
    <w:rsid w:val="00CA1DBF"/>
    <w:rsid w:val="00CC180E"/>
    <w:rsid w:val="00CE3495"/>
    <w:rsid w:val="00D271DD"/>
    <w:rsid w:val="00D66C3E"/>
    <w:rsid w:val="00DB1D6D"/>
    <w:rsid w:val="00DC43B8"/>
    <w:rsid w:val="00DD63C8"/>
    <w:rsid w:val="00DE4EBE"/>
    <w:rsid w:val="00DF6B3D"/>
    <w:rsid w:val="00E07BB2"/>
    <w:rsid w:val="00E370AC"/>
    <w:rsid w:val="00E65B92"/>
    <w:rsid w:val="00E76A90"/>
    <w:rsid w:val="00E94D11"/>
    <w:rsid w:val="00EA0A05"/>
    <w:rsid w:val="00EA536D"/>
    <w:rsid w:val="00EC3A24"/>
    <w:rsid w:val="00ED4796"/>
    <w:rsid w:val="00ED7657"/>
    <w:rsid w:val="00EF05AB"/>
    <w:rsid w:val="00F434B6"/>
    <w:rsid w:val="00F47AEA"/>
    <w:rsid w:val="00FD227C"/>
    <w:rsid w:val="00FE0766"/>
    <w:rsid w:val="00FE0BEB"/>
    <w:rsid w:val="00FE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21"/>
    <o:shapelayout v:ext="edit">
      <o:idmap v:ext="edit" data="1"/>
    </o:shapelayout>
  </w:shapeDefaults>
  <w:decimalSymbol w:val=","/>
  <w:listSeparator w:val=";"/>
  <w14:docId w14:val="4B8D522B"/>
  <w15:chartTrackingRefBased/>
  <w15:docId w15:val="{80F48755-40AF-4254-9980-1072415ED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316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70316"/>
    <w:pPr>
      <w:tabs>
        <w:tab w:val="center" w:pos="4680"/>
        <w:tab w:val="right" w:pos="9360"/>
      </w:tabs>
      <w:spacing w:after="0" w:line="240" w:lineRule="auto"/>
    </w:pPr>
    <w:rPr>
      <w:rFonts w:eastAsia="Calibri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70316"/>
    <w:rPr>
      <w:rFonts w:ascii="Calibri" w:eastAsia="Calibri" w:hAnsi="Calibri" w:cs="Times New Roman"/>
    </w:rPr>
  </w:style>
  <w:style w:type="paragraph" w:customStyle="1" w:styleId="Default">
    <w:name w:val="Default"/>
    <w:rsid w:val="00170316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70316"/>
    <w:pPr>
      <w:ind w:left="720"/>
      <w:contextualSpacing/>
    </w:pPr>
  </w:style>
  <w:style w:type="paragraph" w:styleId="Stopka">
    <w:name w:val="footer"/>
    <w:basedOn w:val="Normalny"/>
    <w:link w:val="StopkaZnak"/>
    <w:unhideWhenUsed/>
    <w:rsid w:val="004147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14717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F5B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F5BFC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qFormat/>
    <w:rsid w:val="00067AD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067AD3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paragraph" w:styleId="Tytu">
    <w:name w:val="Title"/>
    <w:basedOn w:val="Normalny"/>
    <w:link w:val="TytuZnak"/>
    <w:qFormat/>
    <w:rsid w:val="00293985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4"/>
    </w:rPr>
  </w:style>
  <w:style w:type="character" w:customStyle="1" w:styleId="TytuZnak">
    <w:name w:val="Tytuł Znak"/>
    <w:basedOn w:val="Domylnaczcionkaakapitu"/>
    <w:link w:val="Tytu"/>
    <w:rsid w:val="00293985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customStyle="1" w:styleId="Styl1">
    <w:name w:val="Styl1"/>
    <w:basedOn w:val="Normalny"/>
    <w:rsid w:val="00293985"/>
    <w:pPr>
      <w:numPr>
        <w:numId w:val="4"/>
      </w:numPr>
      <w:autoSpaceDE w:val="0"/>
      <w:autoSpaceDN w:val="0"/>
      <w:adjustRightInd w:val="0"/>
      <w:spacing w:after="0" w:line="240" w:lineRule="auto"/>
      <w:jc w:val="both"/>
    </w:pPr>
    <w:rPr>
      <w:rFonts w:ascii="Arial" w:hAnsi="Arial"/>
      <w:szCs w:val="20"/>
    </w:rPr>
  </w:style>
  <w:style w:type="character" w:customStyle="1" w:styleId="text1">
    <w:name w:val="text1"/>
    <w:rsid w:val="00293985"/>
    <w:rPr>
      <w:rFonts w:ascii="Verdana" w:hAnsi="Verdana" w:hint="default"/>
      <w:color w:val="000000"/>
      <w:sz w:val="20"/>
      <w:szCs w:val="20"/>
    </w:rPr>
  </w:style>
  <w:style w:type="paragraph" w:styleId="Tekstpodstawowy2">
    <w:name w:val="Body Text 2"/>
    <w:basedOn w:val="Normalny"/>
    <w:link w:val="Tekstpodstawowy2Znak"/>
    <w:rsid w:val="00293985"/>
    <w:pPr>
      <w:tabs>
        <w:tab w:val="left" w:pos="8889"/>
      </w:tabs>
      <w:spacing w:after="0" w:line="240" w:lineRule="auto"/>
      <w:ind w:right="-1418"/>
    </w:pPr>
    <w:rPr>
      <w:rFonts w:ascii="CG Omega" w:hAnsi="CG Omega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293985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customStyle="1" w:styleId="Tekstpodstawowy20">
    <w:name w:val="Tekst podstawowy2"/>
    <w:basedOn w:val="Normalny"/>
    <w:rsid w:val="00293985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customStyle="1" w:styleId="textnode">
    <w:name w:val="textnode"/>
    <w:basedOn w:val="Domylnaczcionkaakapitu"/>
    <w:rsid w:val="00E94D11"/>
  </w:style>
  <w:style w:type="paragraph" w:customStyle="1" w:styleId="Tekstpodstawowy3">
    <w:name w:val="Tekst podstawowy3"/>
    <w:basedOn w:val="Normalny"/>
    <w:rsid w:val="0098257A"/>
    <w:pPr>
      <w:keepLines/>
      <w:spacing w:after="120" w:line="240" w:lineRule="auto"/>
      <w:jc w:val="both"/>
    </w:pPr>
    <w:rPr>
      <w:rFonts w:ascii="Arial" w:hAnsi="Arial"/>
      <w:sz w:val="20"/>
      <w:szCs w:val="20"/>
      <w:lang w:eastAsia="en-US"/>
    </w:rPr>
  </w:style>
  <w:style w:type="character" w:styleId="Pogrubienie">
    <w:name w:val="Strong"/>
    <w:basedOn w:val="Domylnaczcionkaakapitu"/>
    <w:uiPriority w:val="22"/>
    <w:qFormat/>
    <w:rsid w:val="00FE0BE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827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4</Pages>
  <Words>685</Words>
  <Characters>4114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Grabaszewska</dc:creator>
  <cp:keywords/>
  <dc:description/>
  <cp:lastModifiedBy>Artur Pieczykolan</cp:lastModifiedBy>
  <cp:revision>81</cp:revision>
  <cp:lastPrinted>2020-02-26T14:22:00Z</cp:lastPrinted>
  <dcterms:created xsi:type="dcterms:W3CDTF">2016-03-03T07:10:00Z</dcterms:created>
  <dcterms:modified xsi:type="dcterms:W3CDTF">2025-05-16T10:58:00Z</dcterms:modified>
</cp:coreProperties>
</file>